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451A" w14:textId="77777777" w:rsidR="005253F3" w:rsidRDefault="005253F3" w:rsidP="003A7DD1">
      <w:pPr>
        <w:rPr>
          <w:b/>
          <w:bCs/>
          <w:sz w:val="20"/>
        </w:rPr>
      </w:pPr>
    </w:p>
    <w:p w14:paraId="7C0D2D8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098E23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42C5FE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5690D85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387BE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3F6764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12388EF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7"/>
          <w:headerReference w:type="first" r:id="rId8"/>
          <w:footerReference w:type="first" r:id="rId9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B49133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DFD477F" w14:textId="5587AF18" w:rsidR="005253F3" w:rsidRPr="005B2484" w:rsidRDefault="005253F3" w:rsidP="00B8365C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Lisa 1</w:t>
      </w:r>
    </w:p>
    <w:p w14:paraId="58ACB225" w14:textId="77777777" w:rsidR="00CC5DE0" w:rsidRPr="005B2484" w:rsidRDefault="00CC5DE0" w:rsidP="00CC5DE0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RMK ja MP Puitmeister OÜ vahelise</w:t>
      </w:r>
    </w:p>
    <w:p w14:paraId="743B1B91" w14:textId="77777777" w:rsidR="00CC5DE0" w:rsidRPr="005B2484" w:rsidRDefault="00CC5DE0" w:rsidP="00CC5DE0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1A9D799F" w14:textId="77CAA763" w:rsidR="00CC5DE0" w:rsidRPr="005B2484" w:rsidRDefault="00CA3CDD" w:rsidP="00CC5DE0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 w:rsidR="00B70BD7"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 w:rsidR="00B70BD7">
        <w:rPr>
          <w:rFonts w:ascii="Times New Roman" w:hAnsi="Times New Roman"/>
          <w:b w:val="0"/>
          <w:spacing w:val="0"/>
          <w:position w:val="0"/>
          <w:sz w:val="20"/>
        </w:rPr>
        <w:t>129</w:t>
      </w:r>
      <w:r w:rsidR="00CC5DE0"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264F8AA0" w14:textId="77777777" w:rsidR="005253F3" w:rsidRPr="00330C91" w:rsidRDefault="005253F3" w:rsidP="00A111CB">
      <w:pPr>
        <w:jc w:val="center"/>
      </w:pPr>
    </w:p>
    <w:p w14:paraId="5485E900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30488CC7" w14:textId="77777777" w:rsidR="005253F3" w:rsidRPr="00330C91" w:rsidRDefault="005253F3" w:rsidP="00D2770C">
      <w:pPr>
        <w:jc w:val="center"/>
        <w:rPr>
          <w:sz w:val="18"/>
        </w:rPr>
      </w:pPr>
    </w:p>
    <w:p w14:paraId="6A4D77B8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38F6CE59" w14:textId="77777777" w:rsidR="005253F3" w:rsidRPr="00330C91" w:rsidRDefault="005253F3" w:rsidP="005655A4">
      <w:pPr>
        <w:rPr>
          <w:sz w:val="18"/>
          <w:szCs w:val="18"/>
        </w:rPr>
      </w:pPr>
    </w:p>
    <w:p w14:paraId="6F56F38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75C8D7DB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350DE2B9" w14:textId="4AADE37C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63654E">
        <w:rPr>
          <w:sz w:val="20"/>
        </w:rPr>
        <w:t>24</w:t>
      </w:r>
      <w:r w:rsidR="009231D4">
        <w:rPr>
          <w:sz w:val="20"/>
        </w:rPr>
        <w:t>.0</w:t>
      </w:r>
      <w:r w:rsidR="0063654E">
        <w:rPr>
          <w:sz w:val="20"/>
        </w:rPr>
        <w:t>4</w:t>
      </w:r>
      <w:r w:rsidR="00680347">
        <w:rPr>
          <w:sz w:val="20"/>
        </w:rPr>
        <w:t>.20</w:t>
      </w:r>
      <w:r w:rsidR="00C87953">
        <w:rPr>
          <w:sz w:val="20"/>
        </w:rPr>
        <w:t>2</w:t>
      </w:r>
      <w:r w:rsidR="0063654E">
        <w:rPr>
          <w:sz w:val="20"/>
        </w:rPr>
        <w:t>5</w:t>
      </w:r>
      <w:r w:rsidRPr="00330C91">
        <w:rPr>
          <w:sz w:val="20"/>
        </w:rPr>
        <w:t xml:space="preserve"> a </w:t>
      </w:r>
      <w:r w:rsidR="0063654E">
        <w:rPr>
          <w:sz w:val="20"/>
        </w:rPr>
        <w:t xml:space="preserve">kokkuleppehinnaga kiirestirikneva metsamaterjali müügi </w:t>
      </w:r>
      <w:r w:rsidRPr="00330C91">
        <w:rPr>
          <w:sz w:val="20"/>
        </w:rPr>
        <w:t xml:space="preserve"> edukaks tunnistamise protokolli nr 3-3.4/</w:t>
      </w:r>
      <w:r w:rsidR="0063654E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5B2484">
        <w:rPr>
          <w:bCs/>
          <w:sz w:val="20"/>
        </w:rPr>
        <w:t>mai</w:t>
      </w:r>
      <w:r w:rsidR="0068034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63654E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6F4B9F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5B2484">
        <w:rPr>
          <w:bCs/>
          <w:sz w:val="20"/>
        </w:rPr>
        <w:t>juuni</w:t>
      </w:r>
      <w:r w:rsidR="002A3966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63654E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3215"/>
        <w:gridCol w:w="1592"/>
        <w:gridCol w:w="2121"/>
        <w:gridCol w:w="1542"/>
        <w:gridCol w:w="1441"/>
      </w:tblGrid>
      <w:tr w:rsidR="005B2484" w:rsidRPr="00330C91" w14:paraId="4D904D70" w14:textId="77777777" w:rsidTr="005B2484">
        <w:trPr>
          <w:trHeight w:val="255"/>
        </w:trPr>
        <w:tc>
          <w:tcPr>
            <w:tcW w:w="1622" w:type="pct"/>
            <w:noWrap/>
          </w:tcPr>
          <w:p w14:paraId="70BF97EA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03" w:type="pct"/>
            <w:noWrap/>
          </w:tcPr>
          <w:p w14:paraId="0133DB81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070" w:type="pct"/>
          </w:tcPr>
          <w:p w14:paraId="3D78A221" w14:textId="77777777" w:rsidR="005B2484" w:rsidRPr="00330C91" w:rsidRDefault="005B2484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78" w:type="pct"/>
          </w:tcPr>
          <w:p w14:paraId="359A4C22" w14:textId="4E7D01DF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Mai/juuni</w:t>
            </w:r>
          </w:p>
        </w:tc>
        <w:tc>
          <w:tcPr>
            <w:tcW w:w="727" w:type="pct"/>
            <w:noWrap/>
          </w:tcPr>
          <w:p w14:paraId="7B678618" w14:textId="77777777" w:rsidR="005B2484" w:rsidRPr="00330C91" w:rsidRDefault="005B2484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5B2484" w:rsidRPr="00330C91" w14:paraId="613D5EDD" w14:textId="77777777" w:rsidTr="005B2484">
        <w:trPr>
          <w:trHeight w:val="255"/>
        </w:trPr>
        <w:tc>
          <w:tcPr>
            <w:tcW w:w="1622" w:type="pct"/>
            <w:noWrap/>
          </w:tcPr>
          <w:p w14:paraId="33F7B24E" w14:textId="7E5A7D9E" w:rsidR="005B2484" w:rsidRPr="00680347" w:rsidRDefault="005B2484" w:rsidP="0068034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Männipalk</w:t>
            </w:r>
          </w:p>
        </w:tc>
        <w:tc>
          <w:tcPr>
            <w:tcW w:w="803" w:type="pct"/>
            <w:noWrap/>
          </w:tcPr>
          <w:p w14:paraId="40803466" w14:textId="77777777" w:rsidR="005B2484" w:rsidRDefault="005B2484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Torma</w:t>
            </w:r>
          </w:p>
        </w:tc>
        <w:tc>
          <w:tcPr>
            <w:tcW w:w="1070" w:type="pct"/>
          </w:tcPr>
          <w:p w14:paraId="116713A2" w14:textId="7B00C667" w:rsidR="005B2484" w:rsidRDefault="005B248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78" w:type="pct"/>
          </w:tcPr>
          <w:p w14:paraId="77261762" w14:textId="1F140639" w:rsidR="005B2484" w:rsidRPr="007F4DB8" w:rsidRDefault="005B248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727" w:type="pct"/>
            <w:noWrap/>
          </w:tcPr>
          <w:p w14:paraId="0B5BF11B" w14:textId="5BEE1963" w:rsidR="005B2484" w:rsidRDefault="005B2484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</w:t>
            </w:r>
          </w:p>
        </w:tc>
      </w:tr>
      <w:tr w:rsidR="0063654E" w:rsidRPr="00330C91" w14:paraId="0046A030" w14:textId="77777777" w:rsidTr="005B2484">
        <w:trPr>
          <w:trHeight w:val="255"/>
        </w:trPr>
        <w:tc>
          <w:tcPr>
            <w:tcW w:w="1622" w:type="pct"/>
            <w:noWrap/>
          </w:tcPr>
          <w:p w14:paraId="52C16FF7" w14:textId="6EA0E0AF" w:rsidR="0063654E" w:rsidRDefault="0063654E" w:rsidP="0063654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Kuusepalk</w:t>
            </w:r>
          </w:p>
        </w:tc>
        <w:tc>
          <w:tcPr>
            <w:tcW w:w="803" w:type="pct"/>
            <w:noWrap/>
          </w:tcPr>
          <w:p w14:paraId="61F14A1E" w14:textId="2A08E6A1" w:rsidR="0063654E" w:rsidRDefault="0063654E" w:rsidP="0063654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Torma</w:t>
            </w:r>
          </w:p>
        </w:tc>
        <w:tc>
          <w:tcPr>
            <w:tcW w:w="1070" w:type="pct"/>
          </w:tcPr>
          <w:p w14:paraId="00B5569D" w14:textId="328480FC" w:rsidR="0063654E" w:rsidRDefault="0063654E" w:rsidP="0063654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78" w:type="pct"/>
          </w:tcPr>
          <w:p w14:paraId="47C88639" w14:textId="3C4EF544" w:rsidR="0063654E" w:rsidRDefault="0063654E" w:rsidP="0063654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1827</w:t>
            </w:r>
          </w:p>
        </w:tc>
        <w:tc>
          <w:tcPr>
            <w:tcW w:w="727" w:type="pct"/>
            <w:noWrap/>
          </w:tcPr>
          <w:p w14:paraId="72D21398" w14:textId="515117CD" w:rsidR="0063654E" w:rsidRDefault="0063654E" w:rsidP="006365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1827</w:t>
            </w:r>
          </w:p>
        </w:tc>
      </w:tr>
    </w:tbl>
    <w:p w14:paraId="6905E1CC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21B44F77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6F4B9F">
        <w:rPr>
          <w:b/>
          <w:spacing w:val="0"/>
          <w:position w:val="0"/>
          <w:sz w:val="20"/>
          <w:lang w:eastAsia="et-EE"/>
        </w:rPr>
        <w:t>8.00-17.00, muul ajal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1D59417A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0431B67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231E893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FB3EDBF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44B4A7E2" w14:textId="77777777" w:rsidR="005253F3" w:rsidRPr="00330C91" w:rsidRDefault="005253F3" w:rsidP="00EB57EF">
      <w:pPr>
        <w:rPr>
          <w:b/>
          <w:sz w:val="20"/>
        </w:rPr>
      </w:pPr>
    </w:p>
    <w:p w14:paraId="61995E5E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3C6311C" w14:textId="77777777" w:rsidR="005253F3" w:rsidRPr="00330C91" w:rsidRDefault="005253F3" w:rsidP="00EB57EF">
      <w:pPr>
        <w:rPr>
          <w:b/>
          <w:sz w:val="20"/>
        </w:rPr>
      </w:pPr>
    </w:p>
    <w:p w14:paraId="7556EDC3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2EC55F1" w14:textId="77777777" w:rsidR="005253F3" w:rsidRPr="00330C91" w:rsidRDefault="005253F3" w:rsidP="00EB57EF">
      <w:pPr>
        <w:rPr>
          <w:i/>
          <w:sz w:val="20"/>
        </w:rPr>
      </w:pPr>
    </w:p>
    <w:p w14:paraId="5FA9BB04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Ilmar Tanilsoo</w:t>
      </w:r>
    </w:p>
    <w:p w14:paraId="0D7878B3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61BB223F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631DC611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744460D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RMK ja MP Puitmeister OÜ vahelise</w:t>
      </w:r>
    </w:p>
    <w:p w14:paraId="41404E7E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5B101595" w14:textId="77777777" w:rsidR="00A067A3" w:rsidRPr="005B2484" w:rsidRDefault="00A067A3" w:rsidP="00A067A3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>
        <w:rPr>
          <w:rFonts w:ascii="Times New Roman" w:hAnsi="Times New Roman"/>
          <w:b w:val="0"/>
          <w:spacing w:val="0"/>
          <w:position w:val="0"/>
          <w:sz w:val="20"/>
        </w:rPr>
        <w:t>129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62A4FFC0" w14:textId="77777777" w:rsidR="00335AA7" w:rsidRPr="00335AA7" w:rsidRDefault="00335AA7" w:rsidP="00335AA7"/>
    <w:p w14:paraId="6EF45A90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F434325" w14:textId="77777777" w:rsidR="005253F3" w:rsidRPr="00330C91" w:rsidRDefault="005253F3" w:rsidP="00244AC9">
      <w:pPr>
        <w:rPr>
          <w:sz w:val="20"/>
        </w:rPr>
      </w:pPr>
    </w:p>
    <w:p w14:paraId="4273AD98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6AD7812C" w14:textId="77777777" w:rsidR="005253F3" w:rsidRPr="00330C91" w:rsidRDefault="005253F3" w:rsidP="00B30713">
      <w:pPr>
        <w:rPr>
          <w:sz w:val="18"/>
          <w:szCs w:val="18"/>
        </w:rPr>
      </w:pPr>
    </w:p>
    <w:p w14:paraId="688376D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672C158" w14:textId="77777777" w:rsidR="005253F3" w:rsidRPr="00330C91" w:rsidRDefault="005253F3" w:rsidP="005655A4">
      <w:pPr>
        <w:rPr>
          <w:b/>
          <w:sz w:val="18"/>
        </w:rPr>
      </w:pPr>
    </w:p>
    <w:p w14:paraId="4B6FF907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1B153E4" w14:textId="7629C736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984238">
        <w:rPr>
          <w:bCs/>
          <w:sz w:val="20"/>
        </w:rPr>
        <w:t xml:space="preserve"> „ RMK </w:t>
      </w:r>
      <w:r w:rsidR="00710EE7">
        <w:rPr>
          <w:bCs/>
          <w:sz w:val="20"/>
        </w:rPr>
        <w:t xml:space="preserve">palkide standard“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2AEC1D35" w14:textId="77777777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CC5DE0" w:rsidRPr="00330C91" w14:paraId="0E338560" w14:textId="77777777" w:rsidTr="00F3186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9C1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403D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6CF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417" w14:textId="77777777" w:rsidR="00CC5DE0" w:rsidRPr="00330C91" w:rsidRDefault="00CC5DE0" w:rsidP="00F3186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680347" w:rsidRPr="00330C91" w14:paraId="41C66ACA" w14:textId="77777777" w:rsidTr="0068034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5E22" w14:textId="5C99AF17" w:rsidR="00680347" w:rsidRPr="00680347" w:rsidRDefault="002753FE" w:rsidP="00B937B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Kuuse- ja 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946" w14:textId="77777777" w:rsidR="00680347" w:rsidRDefault="00680347" w:rsidP="000D125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36D443FD" w14:textId="77777777" w:rsidR="00680347" w:rsidRDefault="00680347" w:rsidP="000846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25-42 (+ülemõõt 5cm)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0841076C" w14:textId="77777777" w:rsidR="00680347" w:rsidRPr="00330C91" w:rsidRDefault="00680347" w:rsidP="000846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Tabel nr 2.1</w:t>
            </w:r>
          </w:p>
        </w:tc>
      </w:tr>
    </w:tbl>
    <w:p w14:paraId="1F54F967" w14:textId="77777777" w:rsidR="00CC5DE0" w:rsidRPr="00330C91" w:rsidRDefault="00CC5DE0" w:rsidP="00CC5DE0">
      <w:pPr>
        <w:rPr>
          <w:b/>
          <w:bCs/>
          <w:sz w:val="20"/>
        </w:rPr>
      </w:pPr>
    </w:p>
    <w:p w14:paraId="19F0AE13" w14:textId="3BCC5FF9" w:rsidR="00CC5DE0" w:rsidRPr="00330C91" w:rsidRDefault="00CC5DE0" w:rsidP="00CC5DE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Pr="00FE307F">
        <w:rPr>
          <w:bCs/>
          <w:sz w:val="20"/>
        </w:rPr>
        <w:t xml:space="preserve">RMK </w:t>
      </w:r>
      <w:r w:rsidR="00710EE7">
        <w:rPr>
          <w:bCs/>
          <w:sz w:val="20"/>
        </w:rPr>
        <w:t xml:space="preserve">palkide standardis 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4152D79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2255050" w14:textId="77777777" w:rsidR="005253F3" w:rsidRPr="00330C91" w:rsidRDefault="005253F3" w:rsidP="00EB57EF">
      <w:pPr>
        <w:rPr>
          <w:b/>
          <w:sz w:val="20"/>
        </w:rPr>
      </w:pPr>
    </w:p>
    <w:p w14:paraId="0C86D71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BF678E1" w14:textId="77777777" w:rsidR="005253F3" w:rsidRPr="00330C91" w:rsidRDefault="005253F3" w:rsidP="00EB57EF">
      <w:pPr>
        <w:rPr>
          <w:sz w:val="20"/>
        </w:rPr>
      </w:pPr>
    </w:p>
    <w:p w14:paraId="29881C51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5B31B53" w14:textId="77777777" w:rsidR="005253F3" w:rsidRPr="00330C91" w:rsidRDefault="005253F3" w:rsidP="00EB57EF">
      <w:pPr>
        <w:rPr>
          <w:i/>
          <w:sz w:val="20"/>
        </w:rPr>
      </w:pPr>
    </w:p>
    <w:p w14:paraId="232C3F6F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Ilmar Tanilsoo</w:t>
      </w:r>
    </w:p>
    <w:p w14:paraId="738A3799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1883E437" w14:textId="77777777" w:rsidR="005253F3" w:rsidRPr="00330C91" w:rsidRDefault="005253F3" w:rsidP="00B30713">
      <w:pPr>
        <w:rPr>
          <w:b/>
          <w:sz w:val="20"/>
        </w:rPr>
      </w:pPr>
    </w:p>
    <w:p w14:paraId="16D6E0B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318DEDB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RMK ja MP Puitmeister OÜ vahelise</w:t>
      </w:r>
    </w:p>
    <w:p w14:paraId="3C2A3659" w14:textId="77777777" w:rsidR="00A067A3" w:rsidRPr="005B2484" w:rsidRDefault="00A067A3" w:rsidP="00A067A3">
      <w:pPr>
        <w:ind w:left="5440" w:firstLine="680"/>
        <w:rPr>
          <w:spacing w:val="0"/>
          <w:position w:val="0"/>
          <w:sz w:val="20"/>
        </w:rPr>
      </w:pPr>
      <w:r w:rsidRPr="005B2484">
        <w:rPr>
          <w:spacing w:val="0"/>
          <w:position w:val="0"/>
          <w:sz w:val="20"/>
        </w:rPr>
        <w:t>metsamaterjali müügilepingu</w:t>
      </w:r>
    </w:p>
    <w:p w14:paraId="3A73D66A" w14:textId="77777777" w:rsidR="00A067A3" w:rsidRPr="005B2484" w:rsidRDefault="00A067A3" w:rsidP="00A067A3">
      <w:pPr>
        <w:pStyle w:val="Pealkiri1"/>
        <w:ind w:left="4080" w:firstLine="680"/>
        <w:jc w:val="center"/>
        <w:rPr>
          <w:rFonts w:ascii="Times New Roman" w:hAnsi="Times New Roman"/>
          <w:b w:val="0"/>
          <w:spacing w:val="0"/>
          <w:position w:val="0"/>
          <w:sz w:val="20"/>
        </w:rPr>
      </w:pPr>
      <w:r w:rsidRPr="005B2484">
        <w:rPr>
          <w:rFonts w:ascii="Times New Roman" w:hAnsi="Times New Roman"/>
          <w:b w:val="0"/>
          <w:spacing w:val="0"/>
          <w:position w:val="0"/>
          <w:sz w:val="20"/>
        </w:rPr>
        <w:t>nr 3-3.6.1/202</w:t>
      </w:r>
      <w:r>
        <w:rPr>
          <w:rFonts w:ascii="Times New Roman" w:hAnsi="Times New Roman"/>
          <w:b w:val="0"/>
          <w:spacing w:val="0"/>
          <w:position w:val="0"/>
          <w:sz w:val="20"/>
        </w:rPr>
        <w:t>5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>/</w:t>
      </w:r>
      <w:r>
        <w:rPr>
          <w:rFonts w:ascii="Times New Roman" w:hAnsi="Times New Roman"/>
          <w:b w:val="0"/>
          <w:spacing w:val="0"/>
          <w:position w:val="0"/>
          <w:sz w:val="20"/>
        </w:rPr>
        <w:t>129</w:t>
      </w:r>
      <w:r w:rsidRPr="005B2484">
        <w:rPr>
          <w:rFonts w:ascii="Times New Roman" w:hAnsi="Times New Roman"/>
          <w:b w:val="0"/>
          <w:spacing w:val="0"/>
          <w:position w:val="0"/>
          <w:sz w:val="20"/>
        </w:rPr>
        <w:t xml:space="preserve"> juurde</w:t>
      </w:r>
    </w:p>
    <w:p w14:paraId="7CEFD087" w14:textId="77777777" w:rsidR="00335AA7" w:rsidRPr="00335AA7" w:rsidRDefault="00335AA7" w:rsidP="00335AA7"/>
    <w:p w14:paraId="171FD05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3A8878D7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090A4C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680E2382" w14:textId="77777777" w:rsidR="005253F3" w:rsidRPr="00330C91" w:rsidRDefault="005253F3" w:rsidP="00B30713">
      <w:pPr>
        <w:rPr>
          <w:sz w:val="18"/>
          <w:szCs w:val="18"/>
        </w:rPr>
      </w:pPr>
    </w:p>
    <w:p w14:paraId="01751B6E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04A9FF57" w14:textId="77777777" w:rsidR="005253F3" w:rsidRPr="00330C91" w:rsidRDefault="005253F3" w:rsidP="005655A4">
      <w:pPr>
        <w:rPr>
          <w:b/>
          <w:sz w:val="18"/>
        </w:rPr>
      </w:pPr>
    </w:p>
    <w:p w14:paraId="08B55ED0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10304FF" w14:textId="77777777" w:rsidR="005253F3" w:rsidRDefault="005253F3" w:rsidP="005655A4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992"/>
        <w:gridCol w:w="1985"/>
        <w:gridCol w:w="2450"/>
        <w:gridCol w:w="1944"/>
      </w:tblGrid>
      <w:tr w:rsidR="00931D97" w:rsidRPr="001A6691" w14:paraId="27166D51" w14:textId="77777777" w:rsidTr="00931D97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A48E5" w14:textId="77777777" w:rsidR="00931D97" w:rsidRPr="00931D97" w:rsidRDefault="00931D97" w:rsidP="0091240C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Sortiment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B73B3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Kvaliteet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C27344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CCDE5B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B1D0D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Hind  (€/m³)</w:t>
            </w:r>
          </w:p>
        </w:tc>
      </w:tr>
      <w:tr w:rsidR="00931D97" w:rsidRPr="001A6691" w14:paraId="3F085445" w14:textId="77777777" w:rsidTr="00931D97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6C7DFD" w14:textId="17ACD763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="00931D97"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A2A47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A4B7B0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5-7,9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27C93C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FC4A8" w14:textId="1480510E" w:rsidR="00931D97" w:rsidRPr="00931D97" w:rsidRDefault="006F6FD2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79,29</w:t>
            </w:r>
          </w:p>
        </w:tc>
      </w:tr>
      <w:tr w:rsidR="00931D97" w:rsidRPr="001A6691" w14:paraId="49CB6C62" w14:textId="77777777" w:rsidTr="00931D97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95C2D8" w14:textId="17B3D696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60A1E6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FCEB1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8-9,9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1949D8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2D2BD" w14:textId="445A322E" w:rsidR="00931D97" w:rsidRPr="00931D97" w:rsidRDefault="006F6FD2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79,29</w:t>
            </w:r>
          </w:p>
        </w:tc>
      </w:tr>
      <w:tr w:rsidR="00931D97" w:rsidRPr="001A6691" w14:paraId="598845E5" w14:textId="77777777" w:rsidTr="00931D97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9CFA2" w14:textId="3C314B3F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6F4022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C40BA" w14:textId="71F03352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10-12,9</w:t>
            </w:r>
            <w:r>
              <w:rPr>
                <w:sz w:val="20"/>
              </w:rPr>
              <w:t>(15)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BFA62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16122" w14:textId="6CEA35AA" w:rsidR="00931D97" w:rsidRPr="00931D97" w:rsidRDefault="006F6FD2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79,29</w:t>
            </w:r>
          </w:p>
        </w:tc>
      </w:tr>
      <w:tr w:rsidR="00931D97" w:rsidRPr="001A6691" w14:paraId="5F4868B8" w14:textId="77777777" w:rsidTr="00931D97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E356F" w14:textId="5DE02FC6" w:rsidR="00931D97" w:rsidRPr="00931D97" w:rsidRDefault="006F6FD2" w:rsidP="0091240C">
            <w:pPr>
              <w:rPr>
                <w:sz w:val="20"/>
              </w:rPr>
            </w:pPr>
            <w:r>
              <w:rPr>
                <w:sz w:val="20"/>
              </w:rPr>
              <w:t>Kuuse</w:t>
            </w:r>
            <w:r w:rsidRPr="00931D97">
              <w:rPr>
                <w:sz w:val="20"/>
              </w:rPr>
              <w:t>palk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4DBF5" w14:textId="77777777" w:rsidR="00931D97" w:rsidRPr="00931D97" w:rsidRDefault="00931D97" w:rsidP="0091240C">
            <w:pPr>
              <w:rPr>
                <w:sz w:val="20"/>
              </w:rPr>
            </w:pPr>
            <w:r w:rsidRPr="00931D97">
              <w:rPr>
                <w:sz w:val="20"/>
              </w:rPr>
              <w:t>Praak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730C6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715E9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080C3" w14:textId="77777777" w:rsidR="00931D97" w:rsidRPr="00931D97" w:rsidRDefault="00931D97" w:rsidP="0091240C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31D97">
              <w:rPr>
                <w:bCs/>
                <w:sz w:val="20"/>
              </w:rPr>
              <w:t>35</w:t>
            </w:r>
          </w:p>
        </w:tc>
      </w:tr>
    </w:tbl>
    <w:p w14:paraId="3CFC38E9" w14:textId="77777777" w:rsidR="00931D97" w:rsidRDefault="00931D97" w:rsidP="005655A4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992"/>
        <w:gridCol w:w="1985"/>
        <w:gridCol w:w="2450"/>
        <w:gridCol w:w="1944"/>
      </w:tblGrid>
      <w:tr w:rsidR="006F6FD2" w:rsidRPr="00931D97" w14:paraId="3D5299B7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D3439" w14:textId="77777777" w:rsidR="006F6FD2" w:rsidRPr="00931D97" w:rsidRDefault="006F6FD2" w:rsidP="00D809D2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Sortiment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91D3C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Kvaliteet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37F49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6C9FF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FF122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31D97">
              <w:rPr>
                <w:b/>
                <w:bCs/>
                <w:sz w:val="20"/>
              </w:rPr>
              <w:t>Hind  (€/m³)</w:t>
            </w:r>
          </w:p>
        </w:tc>
      </w:tr>
      <w:tr w:rsidR="006F6FD2" w:rsidRPr="00931D97" w14:paraId="4BC63D9D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FDEC5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71E48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58513B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5-7,9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30FD88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B0D9E" w14:textId="0BF8A62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</w:t>
            </w:r>
            <w:r>
              <w:rPr>
                <w:bCs/>
                <w:sz w:val="20"/>
              </w:rPr>
              <w:t>,50</w:t>
            </w:r>
          </w:p>
        </w:tc>
      </w:tr>
      <w:tr w:rsidR="006F6FD2" w:rsidRPr="00931D97" w14:paraId="4E3B98CC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69A5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CC8B98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42DB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8-9,9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9D996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D13C0" w14:textId="37C6E308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84,50</w:t>
            </w:r>
          </w:p>
        </w:tc>
      </w:tr>
      <w:tr w:rsidR="006F6FD2" w:rsidRPr="00931D97" w14:paraId="42235986" w14:textId="77777777" w:rsidTr="00D809D2">
        <w:trPr>
          <w:trHeight w:val="315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A119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Männipalk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6E37D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ABC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1F5D3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10-12,9</w:t>
            </w:r>
            <w:r>
              <w:rPr>
                <w:sz w:val="20"/>
              </w:rPr>
              <w:t>(15)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05FA5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25-60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1F512" w14:textId="015838BF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84,50</w:t>
            </w:r>
          </w:p>
        </w:tc>
      </w:tr>
      <w:tr w:rsidR="006F6FD2" w:rsidRPr="00931D97" w14:paraId="7AA51E29" w14:textId="77777777" w:rsidTr="00D809D2">
        <w:trPr>
          <w:trHeight w:val="31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E3F6A" w14:textId="77777777" w:rsidR="006F6FD2" w:rsidRPr="00931D97" w:rsidRDefault="006F6FD2" w:rsidP="00D809D2">
            <w:pPr>
              <w:rPr>
                <w:sz w:val="20"/>
              </w:rPr>
            </w:pPr>
            <w:r>
              <w:rPr>
                <w:sz w:val="20"/>
              </w:rPr>
              <w:t>M</w:t>
            </w:r>
            <w:r w:rsidRPr="00931D97">
              <w:rPr>
                <w:sz w:val="20"/>
              </w:rPr>
              <w:t>ännipalk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3B60D" w14:textId="77777777" w:rsidR="006F6FD2" w:rsidRPr="00931D97" w:rsidRDefault="006F6FD2" w:rsidP="00D809D2">
            <w:pPr>
              <w:rPr>
                <w:sz w:val="20"/>
              </w:rPr>
            </w:pPr>
            <w:r w:rsidRPr="00931D97">
              <w:rPr>
                <w:sz w:val="20"/>
              </w:rPr>
              <w:t>Praak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BE3D2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FB3A0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AACDC6" w14:textId="77777777" w:rsidR="006F6FD2" w:rsidRPr="00931D97" w:rsidRDefault="006F6FD2" w:rsidP="00D809D2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931D97">
              <w:rPr>
                <w:bCs/>
                <w:sz w:val="20"/>
              </w:rPr>
              <w:t>35</w:t>
            </w:r>
          </w:p>
        </w:tc>
      </w:tr>
    </w:tbl>
    <w:p w14:paraId="6FD24B29" w14:textId="77777777" w:rsidR="00931D97" w:rsidRPr="00330C91" w:rsidRDefault="00931D97" w:rsidP="005655A4">
      <w:pPr>
        <w:rPr>
          <w:bCs/>
          <w:sz w:val="20"/>
        </w:rPr>
      </w:pPr>
    </w:p>
    <w:p w14:paraId="26175144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7955BE4" w14:textId="37A223B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67F330E3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77A7665A" w14:textId="7B0C71D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A6684A">
        <w:rPr>
          <w:bCs/>
          <w:sz w:val="20"/>
        </w:rPr>
        <w:t>05</w:t>
      </w:r>
      <w:r w:rsidR="008740E4">
        <w:rPr>
          <w:bCs/>
          <w:sz w:val="20"/>
        </w:rPr>
        <w:t>.0</w:t>
      </w:r>
      <w:r w:rsidR="009F1654">
        <w:rPr>
          <w:bCs/>
          <w:sz w:val="20"/>
        </w:rPr>
        <w:t>5</w:t>
      </w:r>
      <w:r w:rsidR="00BD5D37">
        <w:rPr>
          <w:bCs/>
          <w:sz w:val="20"/>
        </w:rPr>
        <w:t>.20</w:t>
      </w:r>
      <w:r w:rsidR="00C87953">
        <w:rPr>
          <w:bCs/>
          <w:sz w:val="20"/>
        </w:rPr>
        <w:t>2</w:t>
      </w:r>
      <w:r w:rsidR="00A6684A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9231D4">
        <w:rPr>
          <w:bCs/>
          <w:sz w:val="20"/>
        </w:rPr>
        <w:t>30.0</w:t>
      </w:r>
      <w:r w:rsidR="00BD5D37">
        <w:rPr>
          <w:bCs/>
          <w:sz w:val="20"/>
        </w:rPr>
        <w:t>6.20</w:t>
      </w:r>
      <w:r w:rsidR="00C87953">
        <w:rPr>
          <w:bCs/>
          <w:sz w:val="20"/>
        </w:rPr>
        <w:t>2</w:t>
      </w:r>
      <w:r w:rsidR="00A6684A">
        <w:rPr>
          <w:bCs/>
          <w:sz w:val="20"/>
        </w:rPr>
        <w:t>5</w:t>
      </w:r>
      <w:r w:rsidR="006D7619">
        <w:rPr>
          <w:bCs/>
          <w:sz w:val="20"/>
        </w:rPr>
        <w:t xml:space="preserve"> a.</w:t>
      </w:r>
    </w:p>
    <w:p w14:paraId="6C0E8E7E" w14:textId="77777777" w:rsidR="005253F3" w:rsidRPr="00330C91" w:rsidRDefault="005253F3" w:rsidP="00B30713">
      <w:pPr>
        <w:rPr>
          <w:b/>
          <w:sz w:val="20"/>
        </w:rPr>
      </w:pPr>
    </w:p>
    <w:p w14:paraId="057D651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69C2428" w14:textId="77777777" w:rsidR="005253F3" w:rsidRPr="00330C91" w:rsidRDefault="005253F3" w:rsidP="00EB57EF">
      <w:pPr>
        <w:rPr>
          <w:sz w:val="20"/>
        </w:rPr>
      </w:pPr>
    </w:p>
    <w:p w14:paraId="1F23F59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1915A47" w14:textId="77777777" w:rsidR="005253F3" w:rsidRPr="00330C91" w:rsidRDefault="005253F3" w:rsidP="00EB57EF">
      <w:pPr>
        <w:rPr>
          <w:sz w:val="20"/>
        </w:rPr>
      </w:pPr>
    </w:p>
    <w:p w14:paraId="00412705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E829A65" w14:textId="77777777" w:rsidR="005253F3" w:rsidRPr="00330C91" w:rsidRDefault="005253F3" w:rsidP="00EB57EF">
      <w:pPr>
        <w:rPr>
          <w:sz w:val="20"/>
        </w:rPr>
      </w:pPr>
    </w:p>
    <w:p w14:paraId="5369FBA5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Ilmar Tanilsoo</w:t>
      </w:r>
    </w:p>
    <w:p w14:paraId="23E7C0D6" w14:textId="77777777" w:rsidR="00335AA7" w:rsidRPr="00802103" w:rsidRDefault="00335AA7" w:rsidP="00335AA7">
      <w:pPr>
        <w:rPr>
          <w:sz w:val="20"/>
        </w:rPr>
      </w:pPr>
      <w:r>
        <w:rPr>
          <w:sz w:val="20"/>
        </w:rPr>
        <w:t>turustusspetsialist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 w:rsidRPr="00802103">
        <w:rPr>
          <w:sz w:val="20"/>
        </w:rPr>
        <w:tab/>
      </w:r>
      <w:r>
        <w:rPr>
          <w:sz w:val="20"/>
        </w:rPr>
        <w:t>juhatuse liige</w:t>
      </w:r>
    </w:p>
    <w:p w14:paraId="0CDD87B2" w14:textId="77777777" w:rsidR="005253F3" w:rsidRDefault="005253F3" w:rsidP="00335AA7">
      <w:pPr>
        <w:rPr>
          <w:i/>
          <w:sz w:val="20"/>
        </w:rPr>
      </w:pPr>
    </w:p>
    <w:p w14:paraId="29AB62C0" w14:textId="77777777" w:rsidR="00A90CA1" w:rsidRDefault="00A90CA1" w:rsidP="00335AA7">
      <w:pPr>
        <w:rPr>
          <w:i/>
          <w:sz w:val="20"/>
        </w:rPr>
      </w:pPr>
    </w:p>
    <w:p w14:paraId="2EF8243C" w14:textId="77777777" w:rsidR="00A90CA1" w:rsidRDefault="00A90CA1" w:rsidP="00335AA7">
      <w:pPr>
        <w:rPr>
          <w:i/>
          <w:sz w:val="20"/>
        </w:rPr>
      </w:pPr>
    </w:p>
    <w:p w14:paraId="0092EC64" w14:textId="77777777" w:rsidR="00A90CA1" w:rsidRDefault="00A90CA1" w:rsidP="00335AA7">
      <w:pPr>
        <w:rPr>
          <w:i/>
          <w:sz w:val="20"/>
        </w:rPr>
      </w:pPr>
    </w:p>
    <w:p w14:paraId="1F835C99" w14:textId="77777777" w:rsidR="00A90CA1" w:rsidRDefault="00A90CA1" w:rsidP="00335AA7">
      <w:pPr>
        <w:rPr>
          <w:i/>
          <w:sz w:val="20"/>
        </w:rPr>
      </w:pPr>
    </w:p>
    <w:p w14:paraId="0D8409C4" w14:textId="77777777" w:rsidR="00A90CA1" w:rsidRDefault="00A90CA1" w:rsidP="00335AA7">
      <w:pPr>
        <w:rPr>
          <w:i/>
          <w:sz w:val="20"/>
        </w:rPr>
      </w:pPr>
    </w:p>
    <w:p w14:paraId="1D775B51" w14:textId="77777777" w:rsidR="00A90CA1" w:rsidRDefault="00A90CA1" w:rsidP="00335AA7">
      <w:pPr>
        <w:rPr>
          <w:i/>
          <w:sz w:val="20"/>
        </w:rPr>
      </w:pPr>
    </w:p>
    <w:p w14:paraId="06F6E99D" w14:textId="77777777" w:rsidR="00A90CA1" w:rsidRDefault="00A90CA1" w:rsidP="00335AA7">
      <w:pPr>
        <w:rPr>
          <w:i/>
          <w:sz w:val="20"/>
        </w:rPr>
      </w:pPr>
    </w:p>
    <w:p w14:paraId="496CEA30" w14:textId="77777777" w:rsidR="00A90CA1" w:rsidRDefault="00A90CA1" w:rsidP="00335AA7">
      <w:pPr>
        <w:rPr>
          <w:i/>
          <w:sz w:val="20"/>
        </w:rPr>
      </w:pPr>
    </w:p>
    <w:p w14:paraId="726113D4" w14:textId="77777777" w:rsidR="00A90CA1" w:rsidRDefault="00A90CA1" w:rsidP="00335AA7">
      <w:pPr>
        <w:rPr>
          <w:i/>
          <w:sz w:val="20"/>
        </w:rPr>
      </w:pPr>
    </w:p>
    <w:sectPr w:rsidR="00A90CA1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4D325" w14:textId="77777777" w:rsidR="00766035" w:rsidRDefault="00766035">
      <w:r>
        <w:separator/>
      </w:r>
    </w:p>
  </w:endnote>
  <w:endnote w:type="continuationSeparator" w:id="0">
    <w:p w14:paraId="303F67D9" w14:textId="77777777" w:rsidR="00766035" w:rsidRDefault="0076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44B4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105FD" w14:textId="77777777" w:rsidR="00766035" w:rsidRDefault="00766035">
      <w:r>
        <w:separator/>
      </w:r>
    </w:p>
  </w:footnote>
  <w:footnote w:type="continuationSeparator" w:id="0">
    <w:p w14:paraId="07E77B8E" w14:textId="77777777" w:rsidR="00766035" w:rsidRDefault="00766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EF43C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87953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415C6B60" w14:textId="3422749D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3494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475467">
    <w:abstractNumId w:val="0"/>
  </w:num>
  <w:num w:numId="2" w16cid:durableId="675303644">
    <w:abstractNumId w:val="6"/>
  </w:num>
  <w:num w:numId="3" w16cid:durableId="1014764138">
    <w:abstractNumId w:val="5"/>
  </w:num>
  <w:num w:numId="4" w16cid:durableId="1813671101">
    <w:abstractNumId w:val="8"/>
  </w:num>
  <w:num w:numId="5" w16cid:durableId="492796653">
    <w:abstractNumId w:val="9"/>
  </w:num>
  <w:num w:numId="6" w16cid:durableId="962467320">
    <w:abstractNumId w:val="10"/>
  </w:num>
  <w:num w:numId="7" w16cid:durableId="189101965">
    <w:abstractNumId w:val="11"/>
  </w:num>
  <w:num w:numId="8" w16cid:durableId="1579168406">
    <w:abstractNumId w:val="3"/>
  </w:num>
  <w:num w:numId="9" w16cid:durableId="1813985290">
    <w:abstractNumId w:val="4"/>
  </w:num>
  <w:num w:numId="10" w16cid:durableId="1891575000">
    <w:abstractNumId w:val="1"/>
  </w:num>
  <w:num w:numId="11" w16cid:durableId="844248103">
    <w:abstractNumId w:val="2"/>
  </w:num>
  <w:num w:numId="12" w16cid:durableId="164923722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2A"/>
    <w:rsid w:val="000672A5"/>
    <w:rsid w:val="00070C5B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25E"/>
    <w:rsid w:val="000D1A91"/>
    <w:rsid w:val="000D1E4E"/>
    <w:rsid w:val="000E01A8"/>
    <w:rsid w:val="000E1700"/>
    <w:rsid w:val="000E3545"/>
    <w:rsid w:val="000E4E06"/>
    <w:rsid w:val="000E6098"/>
    <w:rsid w:val="000F006C"/>
    <w:rsid w:val="000F4314"/>
    <w:rsid w:val="000F6C46"/>
    <w:rsid w:val="001040E1"/>
    <w:rsid w:val="00106A8F"/>
    <w:rsid w:val="001073C0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118"/>
    <w:rsid w:val="0013656B"/>
    <w:rsid w:val="00140348"/>
    <w:rsid w:val="001442D4"/>
    <w:rsid w:val="00147BDF"/>
    <w:rsid w:val="00151D79"/>
    <w:rsid w:val="00152141"/>
    <w:rsid w:val="00152C0E"/>
    <w:rsid w:val="00153862"/>
    <w:rsid w:val="00157357"/>
    <w:rsid w:val="00157D40"/>
    <w:rsid w:val="00165381"/>
    <w:rsid w:val="00173E49"/>
    <w:rsid w:val="00177F8F"/>
    <w:rsid w:val="00183D82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E6BF8"/>
    <w:rsid w:val="001F2AA7"/>
    <w:rsid w:val="001F424D"/>
    <w:rsid w:val="001F5D9F"/>
    <w:rsid w:val="0020512F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17F"/>
    <w:rsid w:val="002562CE"/>
    <w:rsid w:val="00256E72"/>
    <w:rsid w:val="00265D01"/>
    <w:rsid w:val="00272B0F"/>
    <w:rsid w:val="00275117"/>
    <w:rsid w:val="002753FE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3966"/>
    <w:rsid w:val="002A5316"/>
    <w:rsid w:val="002B3228"/>
    <w:rsid w:val="002C2796"/>
    <w:rsid w:val="002C28C5"/>
    <w:rsid w:val="002C3086"/>
    <w:rsid w:val="002D6E2B"/>
    <w:rsid w:val="002E0A02"/>
    <w:rsid w:val="002E1392"/>
    <w:rsid w:val="002E6FB9"/>
    <w:rsid w:val="002F1618"/>
    <w:rsid w:val="002F3C88"/>
    <w:rsid w:val="002F6AF8"/>
    <w:rsid w:val="00312D5E"/>
    <w:rsid w:val="00314AD1"/>
    <w:rsid w:val="003305F9"/>
    <w:rsid w:val="00330C91"/>
    <w:rsid w:val="003311F0"/>
    <w:rsid w:val="00335AA7"/>
    <w:rsid w:val="00337AC7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0313"/>
    <w:rsid w:val="00424446"/>
    <w:rsid w:val="004267A0"/>
    <w:rsid w:val="00426AC7"/>
    <w:rsid w:val="00436ED6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6C6F"/>
    <w:rsid w:val="00467DE1"/>
    <w:rsid w:val="00470747"/>
    <w:rsid w:val="00475FBD"/>
    <w:rsid w:val="004764B2"/>
    <w:rsid w:val="004764DB"/>
    <w:rsid w:val="004772CA"/>
    <w:rsid w:val="00487E5D"/>
    <w:rsid w:val="004958AA"/>
    <w:rsid w:val="004A2C88"/>
    <w:rsid w:val="004A46F5"/>
    <w:rsid w:val="004A641A"/>
    <w:rsid w:val="004B17C5"/>
    <w:rsid w:val="004B44DF"/>
    <w:rsid w:val="004B4A1D"/>
    <w:rsid w:val="004C074B"/>
    <w:rsid w:val="004C2DDA"/>
    <w:rsid w:val="004C6440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171C2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49C"/>
    <w:rsid w:val="00592D37"/>
    <w:rsid w:val="005A23F1"/>
    <w:rsid w:val="005A3544"/>
    <w:rsid w:val="005A432C"/>
    <w:rsid w:val="005A6DC6"/>
    <w:rsid w:val="005B0F9F"/>
    <w:rsid w:val="005B20F3"/>
    <w:rsid w:val="005B2484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600E6C"/>
    <w:rsid w:val="006021AE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77C4"/>
    <w:rsid w:val="0063210F"/>
    <w:rsid w:val="0063654E"/>
    <w:rsid w:val="0063661A"/>
    <w:rsid w:val="006371FC"/>
    <w:rsid w:val="00646F93"/>
    <w:rsid w:val="00650126"/>
    <w:rsid w:val="006515CB"/>
    <w:rsid w:val="00656DBC"/>
    <w:rsid w:val="00662D9C"/>
    <w:rsid w:val="00662EDA"/>
    <w:rsid w:val="00663A94"/>
    <w:rsid w:val="0066428B"/>
    <w:rsid w:val="0066527D"/>
    <w:rsid w:val="00676EC6"/>
    <w:rsid w:val="00680347"/>
    <w:rsid w:val="00682111"/>
    <w:rsid w:val="00682EEA"/>
    <w:rsid w:val="006900B0"/>
    <w:rsid w:val="006975E1"/>
    <w:rsid w:val="006A2FC1"/>
    <w:rsid w:val="006A6699"/>
    <w:rsid w:val="006D036C"/>
    <w:rsid w:val="006D05A5"/>
    <w:rsid w:val="006D7619"/>
    <w:rsid w:val="006E260F"/>
    <w:rsid w:val="006E313B"/>
    <w:rsid w:val="006E34A0"/>
    <w:rsid w:val="006E649C"/>
    <w:rsid w:val="006F1C43"/>
    <w:rsid w:val="006F3AFC"/>
    <w:rsid w:val="006F3EE1"/>
    <w:rsid w:val="006F4B9F"/>
    <w:rsid w:val="006F6FD2"/>
    <w:rsid w:val="00702E82"/>
    <w:rsid w:val="00703B98"/>
    <w:rsid w:val="00707EA7"/>
    <w:rsid w:val="00710EE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0DC9"/>
    <w:rsid w:val="0075096D"/>
    <w:rsid w:val="0075153C"/>
    <w:rsid w:val="007515E5"/>
    <w:rsid w:val="007526BF"/>
    <w:rsid w:val="00752868"/>
    <w:rsid w:val="00752885"/>
    <w:rsid w:val="0075662F"/>
    <w:rsid w:val="00756890"/>
    <w:rsid w:val="00756B87"/>
    <w:rsid w:val="00756ED4"/>
    <w:rsid w:val="0076439A"/>
    <w:rsid w:val="00766035"/>
    <w:rsid w:val="00775310"/>
    <w:rsid w:val="00783E8B"/>
    <w:rsid w:val="00790A0C"/>
    <w:rsid w:val="00791078"/>
    <w:rsid w:val="00793C6F"/>
    <w:rsid w:val="00795DC3"/>
    <w:rsid w:val="00797563"/>
    <w:rsid w:val="007A19D4"/>
    <w:rsid w:val="007A2327"/>
    <w:rsid w:val="007A6BC4"/>
    <w:rsid w:val="007C0F10"/>
    <w:rsid w:val="007C1490"/>
    <w:rsid w:val="007C34FD"/>
    <w:rsid w:val="007C392C"/>
    <w:rsid w:val="007C7759"/>
    <w:rsid w:val="007D42A9"/>
    <w:rsid w:val="007D5B93"/>
    <w:rsid w:val="007D5CD3"/>
    <w:rsid w:val="007D7794"/>
    <w:rsid w:val="007E25CD"/>
    <w:rsid w:val="007E5FA4"/>
    <w:rsid w:val="007F1B76"/>
    <w:rsid w:val="007F3057"/>
    <w:rsid w:val="007F4DB8"/>
    <w:rsid w:val="007F7BCE"/>
    <w:rsid w:val="00800CC0"/>
    <w:rsid w:val="008059A8"/>
    <w:rsid w:val="0080670C"/>
    <w:rsid w:val="00807E15"/>
    <w:rsid w:val="008127E0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40E4"/>
    <w:rsid w:val="008763CD"/>
    <w:rsid w:val="00877EE8"/>
    <w:rsid w:val="008822AC"/>
    <w:rsid w:val="008824DA"/>
    <w:rsid w:val="00885482"/>
    <w:rsid w:val="008865A0"/>
    <w:rsid w:val="00887845"/>
    <w:rsid w:val="00894518"/>
    <w:rsid w:val="008965C6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7283"/>
    <w:rsid w:val="0091010D"/>
    <w:rsid w:val="009231D4"/>
    <w:rsid w:val="00925BC2"/>
    <w:rsid w:val="00930C5E"/>
    <w:rsid w:val="00931D97"/>
    <w:rsid w:val="00933C09"/>
    <w:rsid w:val="009349BC"/>
    <w:rsid w:val="0093627A"/>
    <w:rsid w:val="00960CAC"/>
    <w:rsid w:val="0096632D"/>
    <w:rsid w:val="00971BD0"/>
    <w:rsid w:val="0097563D"/>
    <w:rsid w:val="00982697"/>
    <w:rsid w:val="00984238"/>
    <w:rsid w:val="00990EC6"/>
    <w:rsid w:val="00994A2C"/>
    <w:rsid w:val="00996BAE"/>
    <w:rsid w:val="009A46DE"/>
    <w:rsid w:val="009B1AF3"/>
    <w:rsid w:val="009B2FDE"/>
    <w:rsid w:val="009B5393"/>
    <w:rsid w:val="009B73A5"/>
    <w:rsid w:val="009C00B9"/>
    <w:rsid w:val="009C34E6"/>
    <w:rsid w:val="009C5BE1"/>
    <w:rsid w:val="009D58F6"/>
    <w:rsid w:val="009E10F0"/>
    <w:rsid w:val="009F1654"/>
    <w:rsid w:val="009F3037"/>
    <w:rsid w:val="009F49BF"/>
    <w:rsid w:val="00A0176D"/>
    <w:rsid w:val="00A017B4"/>
    <w:rsid w:val="00A067A3"/>
    <w:rsid w:val="00A111CB"/>
    <w:rsid w:val="00A116B3"/>
    <w:rsid w:val="00A24D92"/>
    <w:rsid w:val="00A24F99"/>
    <w:rsid w:val="00A256A9"/>
    <w:rsid w:val="00A30C31"/>
    <w:rsid w:val="00A32155"/>
    <w:rsid w:val="00A349F8"/>
    <w:rsid w:val="00A36259"/>
    <w:rsid w:val="00A40642"/>
    <w:rsid w:val="00A414B4"/>
    <w:rsid w:val="00A41F98"/>
    <w:rsid w:val="00A47405"/>
    <w:rsid w:val="00A624A3"/>
    <w:rsid w:val="00A63F9D"/>
    <w:rsid w:val="00A6684A"/>
    <w:rsid w:val="00A67C68"/>
    <w:rsid w:val="00A71FDA"/>
    <w:rsid w:val="00A72A8F"/>
    <w:rsid w:val="00A74DFE"/>
    <w:rsid w:val="00A87F43"/>
    <w:rsid w:val="00A90CA1"/>
    <w:rsid w:val="00AA5327"/>
    <w:rsid w:val="00AA6160"/>
    <w:rsid w:val="00AA7318"/>
    <w:rsid w:val="00AA75FC"/>
    <w:rsid w:val="00AB2C10"/>
    <w:rsid w:val="00AB74BD"/>
    <w:rsid w:val="00AC051F"/>
    <w:rsid w:val="00AC15E1"/>
    <w:rsid w:val="00AC5502"/>
    <w:rsid w:val="00AD3838"/>
    <w:rsid w:val="00AF495D"/>
    <w:rsid w:val="00AF54A5"/>
    <w:rsid w:val="00B02924"/>
    <w:rsid w:val="00B072F1"/>
    <w:rsid w:val="00B103FC"/>
    <w:rsid w:val="00B10BC9"/>
    <w:rsid w:val="00B14D78"/>
    <w:rsid w:val="00B30713"/>
    <w:rsid w:val="00B37621"/>
    <w:rsid w:val="00B443E1"/>
    <w:rsid w:val="00B462ED"/>
    <w:rsid w:val="00B602BD"/>
    <w:rsid w:val="00B67410"/>
    <w:rsid w:val="00B67DA4"/>
    <w:rsid w:val="00B70BD7"/>
    <w:rsid w:val="00B716BF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5D3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4285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87953"/>
    <w:rsid w:val="00C913DD"/>
    <w:rsid w:val="00C92265"/>
    <w:rsid w:val="00C95D82"/>
    <w:rsid w:val="00C96E19"/>
    <w:rsid w:val="00CA255E"/>
    <w:rsid w:val="00CA3CDD"/>
    <w:rsid w:val="00CA5629"/>
    <w:rsid w:val="00CA5C8F"/>
    <w:rsid w:val="00CA5DB5"/>
    <w:rsid w:val="00CB0FFB"/>
    <w:rsid w:val="00CC5DE0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6A8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59E9"/>
    <w:rsid w:val="00D41F11"/>
    <w:rsid w:val="00D428D7"/>
    <w:rsid w:val="00D42A42"/>
    <w:rsid w:val="00D43C66"/>
    <w:rsid w:val="00D514A5"/>
    <w:rsid w:val="00D521FD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D071D"/>
    <w:rsid w:val="00ED29A4"/>
    <w:rsid w:val="00ED41E8"/>
    <w:rsid w:val="00EE00CE"/>
    <w:rsid w:val="00EE2069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30908"/>
    <w:rsid w:val="00F313DC"/>
    <w:rsid w:val="00F4318C"/>
    <w:rsid w:val="00F46877"/>
    <w:rsid w:val="00F472E6"/>
    <w:rsid w:val="00F52E9A"/>
    <w:rsid w:val="00F55F54"/>
    <w:rsid w:val="00F76FB8"/>
    <w:rsid w:val="00F86CB3"/>
    <w:rsid w:val="00F919E6"/>
    <w:rsid w:val="00F96EDF"/>
    <w:rsid w:val="00FA1F9E"/>
    <w:rsid w:val="00FA1FAE"/>
    <w:rsid w:val="00FA2DA0"/>
    <w:rsid w:val="00FA4866"/>
    <w:rsid w:val="00FA4F16"/>
    <w:rsid w:val="00FA5403"/>
    <w:rsid w:val="00FB2A8B"/>
    <w:rsid w:val="00FB5312"/>
    <w:rsid w:val="00FB780E"/>
    <w:rsid w:val="00FC1023"/>
    <w:rsid w:val="00FC16AB"/>
    <w:rsid w:val="00FC726B"/>
    <w:rsid w:val="00FD4EC7"/>
    <w:rsid w:val="00FD52DA"/>
    <w:rsid w:val="00FD6AFB"/>
    <w:rsid w:val="00FE071C"/>
    <w:rsid w:val="00FE11DC"/>
    <w:rsid w:val="00FE5D70"/>
    <w:rsid w:val="00FE693F"/>
    <w:rsid w:val="00FF1522"/>
    <w:rsid w:val="00FF1D28"/>
    <w:rsid w:val="00FF1F9C"/>
    <w:rsid w:val="00FF4EC0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7243E2"/>
  <w15:docId w15:val="{36A8F55B-164E-4AF7-B5DF-B75EE95F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13</TotalTime>
  <Pages>4</Pages>
  <Words>404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3523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7</cp:revision>
  <cp:lastPrinted>2016-02-10T11:47:00Z</cp:lastPrinted>
  <dcterms:created xsi:type="dcterms:W3CDTF">2025-05-05T07:32:00Z</dcterms:created>
  <dcterms:modified xsi:type="dcterms:W3CDTF">2025-05-05T07:45:00Z</dcterms:modified>
</cp:coreProperties>
</file>